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EC05" w14:textId="4317199F" w:rsidR="00DF23EF" w:rsidRDefault="00DF23EF" w:rsidP="00244981">
      <w:pPr>
        <w:pStyle w:val="berschrift1"/>
        <w:spacing w:before="0" w:after="0" w:line="276" w:lineRule="auto"/>
        <w:jc w:val="left"/>
      </w:pPr>
      <w:r>
        <w:t xml:space="preserve">Wirtgen </w:t>
      </w:r>
      <w:r w:rsidR="009043FE">
        <w:t xml:space="preserve">W 210 Fi </w:t>
      </w:r>
      <w:r>
        <w:t xml:space="preserve">büyük </w:t>
      </w:r>
      <w:r w:rsidR="009043FE" w:rsidRPr="008A3BA6">
        <w:t>kazıma makinesi</w:t>
      </w:r>
    </w:p>
    <w:p w14:paraId="79874E16" w14:textId="55005879" w:rsidR="002E765F" w:rsidRDefault="00DF23EF" w:rsidP="00244981">
      <w:pPr>
        <w:pStyle w:val="berschrift1"/>
        <w:spacing w:before="0" w:after="0" w:line="276" w:lineRule="auto"/>
        <w:jc w:val="left"/>
      </w:pPr>
      <w:r>
        <w:t xml:space="preserve">iF </w:t>
      </w:r>
      <w:r w:rsidRPr="008A3BA6">
        <w:t>Design Award</w:t>
      </w:r>
      <w:r w:rsidR="009043FE">
        <w:t xml:space="preserve"> </w:t>
      </w:r>
      <w:r>
        <w:t>2020 ile ödüllendirildi</w:t>
      </w:r>
    </w:p>
    <w:p w14:paraId="56CB8CC4" w14:textId="77777777" w:rsidR="002E765F" w:rsidRPr="00A80677" w:rsidRDefault="002E765F" w:rsidP="002E765F">
      <w:pPr>
        <w:pStyle w:val="Text"/>
      </w:pPr>
    </w:p>
    <w:p w14:paraId="59E40EE6" w14:textId="7CADE07E" w:rsidR="00AB5B69" w:rsidRDefault="00DF23EF" w:rsidP="00DF23E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Wirtgen bu yılki iF </w:t>
      </w:r>
      <w:r w:rsidRPr="00B22B4B">
        <w:rPr>
          <w:rStyle w:val="Hervorhebung"/>
        </w:rPr>
        <w:t>Design Award'ı</w:t>
      </w:r>
      <w:r>
        <w:rPr>
          <w:rStyle w:val="Hervorhebung"/>
        </w:rPr>
        <w:t xml:space="preserve"> kazanarak dünyaca ünlü tasarım </w:t>
      </w:r>
      <w:r w:rsidR="009043FE" w:rsidRPr="00B22B4B">
        <w:rPr>
          <w:rStyle w:val="Hervorhebung"/>
        </w:rPr>
        <w:t>ödülünü</w:t>
      </w:r>
      <w:r w:rsidR="009043FE">
        <w:rPr>
          <w:rStyle w:val="Hervorhebung"/>
        </w:rPr>
        <w:t xml:space="preserve"> kazananlar arasına katıldı. </w:t>
      </w:r>
      <w:r>
        <w:rPr>
          <w:rStyle w:val="Hervorhebung"/>
        </w:rPr>
        <w:t xml:space="preserve">Ödülü ise "Ürün" kategorisinde büyük </w:t>
      </w:r>
      <w:r w:rsidRPr="00B22B4B">
        <w:rPr>
          <w:rStyle w:val="Hervorhebung"/>
        </w:rPr>
        <w:t>kazı</w:t>
      </w:r>
      <w:r w:rsidR="009043FE" w:rsidRPr="00B22B4B">
        <w:rPr>
          <w:rStyle w:val="Hervorhebung"/>
        </w:rPr>
        <w:t xml:space="preserve">ma makinesi </w:t>
      </w:r>
      <w:r>
        <w:rPr>
          <w:rStyle w:val="Hervorhebung"/>
        </w:rPr>
        <w:t xml:space="preserve">W 210 Fi kazandı. </w:t>
      </w:r>
    </w:p>
    <w:p w14:paraId="1D1C6346" w14:textId="77777777" w:rsidR="00AB5B69" w:rsidRDefault="00AB5B69" w:rsidP="00DF23EF">
      <w:pPr>
        <w:pStyle w:val="Text"/>
        <w:spacing w:line="276" w:lineRule="auto"/>
        <w:rPr>
          <w:rStyle w:val="Hervorhebung"/>
        </w:rPr>
      </w:pPr>
    </w:p>
    <w:p w14:paraId="65194679" w14:textId="0D93045C" w:rsidR="00AB5B69" w:rsidRPr="009200D8" w:rsidRDefault="00DF23EF" w:rsidP="00DF23E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iF </w:t>
      </w:r>
      <w:r w:rsidRPr="009200D8">
        <w:rPr>
          <w:rStyle w:val="Hervorhebung"/>
          <w:b w:val="0"/>
        </w:rPr>
        <w:t>Design Award</w:t>
      </w:r>
      <w:r>
        <w:rPr>
          <w:rStyle w:val="Hervorhebung"/>
          <w:b w:val="0"/>
        </w:rPr>
        <w:t>, Hannover'deki iF International Forum Design GmbH tarafından yılda bir kez verilmektedir. Büyük</w:t>
      </w:r>
      <w:r w:rsidR="009043FE">
        <w:rPr>
          <w:rStyle w:val="Hervorhebung"/>
          <w:b w:val="0"/>
        </w:rPr>
        <w:t xml:space="preserve"> </w:t>
      </w:r>
      <w:r w:rsidR="009043FE" w:rsidRPr="009200D8">
        <w:rPr>
          <w:rStyle w:val="Hervorhebung"/>
          <w:b w:val="0"/>
        </w:rPr>
        <w:t>kazıma makinesi</w:t>
      </w:r>
      <w:r w:rsidRPr="009200D8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W 210 Fi, 78 kişiden oluşan bağımsız, uluslararası uzman jürinin beğenisini </w:t>
      </w:r>
      <w:r w:rsidR="009043FE" w:rsidRPr="009200D8">
        <w:rPr>
          <w:rStyle w:val="Hervorhebung"/>
          <w:b w:val="0"/>
        </w:rPr>
        <w:t>hem mükemmel görünürlük hem de sezgisel kullanım sunan ergonomik olarak tasarlanmış operatör platformu gibi özelliklerle</w:t>
      </w:r>
      <w:r>
        <w:rPr>
          <w:rStyle w:val="Hervorhebung"/>
          <w:b w:val="0"/>
        </w:rPr>
        <w:t xml:space="preserve">. </w:t>
      </w:r>
      <w:r w:rsidR="00D17695" w:rsidRPr="009200D8">
        <w:rPr>
          <w:rStyle w:val="Hervorhebung"/>
          <w:b w:val="0"/>
        </w:rPr>
        <w:t xml:space="preserve">Makinenin dinamik çizgileri, yapısı ve renk şemasıyla birlikte statik temel tasarımı da etkileyici bir genel görünüm oluşturuyor. </w:t>
      </w:r>
    </w:p>
    <w:p w14:paraId="15B18C31" w14:textId="77777777"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14:paraId="575BED6B" w14:textId="52C57A61"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Rakiplerin sayısı yüksekti: Jüri üyeleri, bu kıymetli </w:t>
      </w:r>
      <w:r w:rsidR="00D17695" w:rsidRPr="009200D8">
        <w:rPr>
          <w:rStyle w:val="Hervorhebung"/>
          <w:b w:val="0"/>
        </w:rPr>
        <w:t xml:space="preserve">onay </w:t>
      </w:r>
      <w:r>
        <w:rPr>
          <w:rStyle w:val="Hervorhebung"/>
          <w:b w:val="0"/>
        </w:rPr>
        <w:t xml:space="preserve">için 56 ülkeden </w:t>
      </w:r>
      <w:r w:rsidRPr="00D17695">
        <w:rPr>
          <w:rStyle w:val="Hervorhebung"/>
          <w:b w:val="0"/>
        </w:rPr>
        <w:t xml:space="preserve">katılan </w:t>
      </w:r>
      <w:r>
        <w:rPr>
          <w:rStyle w:val="Hervorhebung"/>
          <w:b w:val="0"/>
        </w:rPr>
        <w:t xml:space="preserve">7.298 </w:t>
      </w:r>
      <w:r w:rsidR="00D17695" w:rsidRPr="009200D8">
        <w:rPr>
          <w:rStyle w:val="Hervorhebung"/>
          <w:b w:val="0"/>
        </w:rPr>
        <w:t>başvuru</w:t>
      </w:r>
      <w:r w:rsidR="00D17695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arasından seçim yapmak zorunda kaldı. </w:t>
      </w:r>
    </w:p>
    <w:p w14:paraId="7CB015DB" w14:textId="537A856E"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Büyük kazı</w:t>
      </w:r>
      <w:r w:rsidR="008C60B3" w:rsidRPr="009200D8">
        <w:rPr>
          <w:rStyle w:val="Hervorhebung"/>
          <w:b w:val="0"/>
        </w:rPr>
        <w:t xml:space="preserve">ma makinesi </w:t>
      </w:r>
      <w:r>
        <w:rPr>
          <w:rStyle w:val="Hervorhebung"/>
          <w:b w:val="0"/>
        </w:rPr>
        <w:t>hakkında daha fazla bilgi</w:t>
      </w:r>
      <w:r w:rsidR="008C60B3">
        <w:rPr>
          <w:rStyle w:val="Hervorhebung"/>
          <w:b w:val="0"/>
        </w:rPr>
        <w:t xml:space="preserve"> </w:t>
      </w:r>
      <w:r w:rsidR="008C60B3" w:rsidRPr="009200D8">
        <w:rPr>
          <w:rStyle w:val="Hervorhebung"/>
          <w:b w:val="0"/>
        </w:rPr>
        <w:t>için</w:t>
      </w:r>
      <w:r w:rsidR="009200D8" w:rsidRPr="009200D8">
        <w:rPr>
          <w:rStyle w:val="Hervorhebung"/>
          <w:b w:val="0"/>
        </w:rPr>
        <w:t>:</w:t>
      </w:r>
      <w:r>
        <w:rPr>
          <w:rStyle w:val="Hervorhebung"/>
          <w:b w:val="0"/>
        </w:rPr>
        <w:t xml:space="preserve"> </w:t>
      </w:r>
      <w:hyperlink r:id="rId8" w:history="1">
        <w:r>
          <w:rPr>
            <w:rStyle w:val="Hyperlink"/>
          </w:rPr>
          <w:t>www.wirtgen.de/W 210 Fi</w:t>
        </w:r>
      </w:hyperlink>
      <w:r>
        <w:rPr>
          <w:rStyle w:val="Hervorhebung"/>
          <w:b w:val="0"/>
        </w:rPr>
        <w:t xml:space="preserve"> .</w:t>
      </w:r>
    </w:p>
    <w:p w14:paraId="4F1D3D71" w14:textId="032FB983" w:rsidR="00266027" w:rsidRDefault="00266027" w:rsidP="0014683F">
      <w:pPr>
        <w:pStyle w:val="Text"/>
        <w:spacing w:line="276" w:lineRule="auto"/>
        <w:rPr>
          <w:rStyle w:val="Hervorhebung"/>
          <w:b w:val="0"/>
        </w:rPr>
      </w:pPr>
    </w:p>
    <w:p w14:paraId="58EC995A" w14:textId="77777777" w:rsidR="00266027" w:rsidRDefault="00266027" w:rsidP="0014683F">
      <w:pPr>
        <w:pStyle w:val="Text"/>
        <w:spacing w:line="276" w:lineRule="auto"/>
        <w:rPr>
          <w:rStyle w:val="Hervorhebung"/>
          <w:b w:val="0"/>
        </w:rPr>
      </w:pPr>
    </w:p>
    <w:p w14:paraId="701763B4" w14:textId="77777777"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Fotoğraflar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14:paraId="069A502E" w14:textId="77777777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4C58F397" w14:textId="77777777" w:rsidR="00D166AC" w:rsidRPr="00D166AC" w:rsidRDefault="00D166AC" w:rsidP="00D166AC">
            <w:r>
              <w:rPr>
                <w:noProof/>
                <w:lang w:val="de-DE" w:eastAsia="zh-CN"/>
              </w:rPr>
              <w:lastRenderedPageBreak/>
              <w:drawing>
                <wp:inline distT="0" distB="0" distL="0" distR="0" wp14:anchorId="39CBF03B" wp14:editId="5FCBD2F6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0B85C3CC" w14:textId="77777777" w:rsidR="0014683F" w:rsidRPr="00F8153C" w:rsidRDefault="00887F8C" w:rsidP="0014683F">
            <w:pPr>
              <w:pStyle w:val="berschrift3"/>
              <w:outlineLvl w:val="2"/>
            </w:pPr>
            <w:r>
              <w:t xml:space="preserve">W_graphic_W210Fi_00001_DR </w:t>
            </w:r>
          </w:p>
          <w:p w14:paraId="25B517B7" w14:textId="01F4427A" w:rsidR="00887F8C" w:rsidRPr="00F8153C" w:rsidRDefault="00601FCB" w:rsidP="00C230B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 w:rsidR="00782FD8" w:rsidRPr="00782FD8">
              <w:rPr>
                <w:sz w:val="20"/>
              </w:rPr>
              <w:t>Design Award</w:t>
            </w:r>
            <w:r w:rsidR="00AD34F1">
              <w:rPr>
                <w:sz w:val="20"/>
              </w:rPr>
              <w:t xml:space="preserve"> </w:t>
            </w:r>
            <w:r w:rsidR="00AD34F1">
              <w:rPr>
                <w:sz w:val="20"/>
              </w:rPr>
              <w:t>kazananı</w:t>
            </w:r>
            <w:r w:rsidR="00782FD8" w:rsidRPr="00782FD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2020: </w:t>
            </w:r>
          </w:p>
          <w:p w14:paraId="2F5BA092" w14:textId="77777777" w:rsidR="00D166AC" w:rsidRDefault="0014683F" w:rsidP="00C230B3">
            <w:pPr>
              <w:pStyle w:val="Text"/>
              <w:jc w:val="left"/>
              <w:rPr>
                <w:iCs/>
                <w:sz w:val="20"/>
              </w:rPr>
            </w:pPr>
            <w:r>
              <w:rPr>
                <w:sz w:val="20"/>
              </w:rPr>
              <w:t xml:space="preserve">Wirtgen büyük kazıyıcı nesline ait </w:t>
            </w:r>
            <w:r>
              <w:rPr>
                <w:iCs/>
                <w:sz w:val="20"/>
              </w:rPr>
              <w:t>W 210 Fi</w:t>
            </w:r>
            <w:r>
              <w:t xml:space="preserve">, </w:t>
            </w:r>
            <w:r>
              <w:rPr>
                <w:iCs/>
                <w:sz w:val="20"/>
              </w:rPr>
              <w:t>kazma performansı, makine verimi ve tasarım konusunda standartları belirliyor.</w:t>
            </w:r>
          </w:p>
          <w:p w14:paraId="692BD9C1" w14:textId="77777777"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14:paraId="524D9D59" w14:textId="77777777"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14:paraId="690296F3" w14:textId="77777777" w:rsidR="00C230B3" w:rsidRDefault="00C230B3" w:rsidP="00C03396">
      <w:pPr>
        <w:pStyle w:val="Text"/>
        <w:rPr>
          <w:i/>
          <w:u w:val="single"/>
        </w:rPr>
      </w:pPr>
    </w:p>
    <w:p w14:paraId="2365E8DB" w14:textId="77777777" w:rsidR="00C03396" w:rsidRDefault="00C03396" w:rsidP="00C03396">
      <w:pPr>
        <w:pStyle w:val="Text"/>
      </w:pPr>
      <w:r>
        <w:rPr>
          <w:i/>
          <w:u w:val="single"/>
        </w:rPr>
        <w:t>Not:</w:t>
      </w:r>
      <w:r>
        <w:rPr>
          <w:i/>
        </w:rPr>
        <w:t xml:space="preserve"> Bu fotoğraflar sadece ön izleme amaçlıdır. Yayınlarda basmak için, lütfen Wirtgen GmbH / Wirtgen Group web sitelerinde indirilmek üzere kullanıma sunulan 300 dpi çözünürlükte fotoğrafları kullanın.</w:t>
      </w:r>
    </w:p>
    <w:p w14:paraId="17A2E7B6" w14:textId="1784BCCF" w:rsidR="005911F4" w:rsidRDefault="005911F4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14:paraId="35C3F563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5F9FF5E6" w14:textId="77777777"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caps w:val="0"/>
                <w:szCs w:val="22"/>
              </w:rPr>
              <w:t xml:space="preserve">DAHA FAZLA BİLGİ İÇİN </w:t>
            </w:r>
          </w:p>
          <w:p w14:paraId="16A96F05" w14:textId="77777777"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BİZİMLE İLETİŞİME GEÇİN</w:t>
            </w:r>
            <w:r>
              <w:t>:</w:t>
            </w:r>
          </w:p>
          <w:p w14:paraId="7D14CCF5" w14:textId="77777777" w:rsidR="008D4AE7" w:rsidRPr="00F8153C" w:rsidRDefault="008D4AE7" w:rsidP="008D4AE7">
            <w:pPr>
              <w:pStyle w:val="Text"/>
            </w:pPr>
            <w:r>
              <w:t>WIRTGEN GmbH</w:t>
            </w:r>
          </w:p>
          <w:p w14:paraId="2207D169" w14:textId="77777777"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14:paraId="20F96D1B" w14:textId="77777777" w:rsidR="008D4AE7" w:rsidRPr="00F8153C" w:rsidRDefault="008D4AE7" w:rsidP="008D4AE7">
            <w:pPr>
              <w:pStyle w:val="Text"/>
            </w:pPr>
            <w:r>
              <w:t>Michaela Adams, Mario Linnemann</w:t>
            </w:r>
          </w:p>
          <w:p w14:paraId="1BDB74FC" w14:textId="77777777" w:rsidR="008D4AE7" w:rsidRDefault="008D4AE7" w:rsidP="008D4AE7">
            <w:pPr>
              <w:pStyle w:val="Text"/>
            </w:pPr>
            <w:r>
              <w:t>Reinhard-Wirtgen-Straße 2</w:t>
            </w:r>
          </w:p>
          <w:p w14:paraId="4D23A8A9" w14:textId="77777777" w:rsidR="008D4AE7" w:rsidRDefault="008D4AE7" w:rsidP="008D4AE7">
            <w:pPr>
              <w:pStyle w:val="Text"/>
            </w:pPr>
            <w:r>
              <w:t>53578 Windhagen</w:t>
            </w:r>
          </w:p>
          <w:p w14:paraId="6C0A2F50" w14:textId="77777777" w:rsidR="008D4AE7" w:rsidRDefault="008D4AE7" w:rsidP="008D4AE7">
            <w:pPr>
              <w:pStyle w:val="Text"/>
            </w:pPr>
            <w:r>
              <w:t>Almanya</w:t>
            </w:r>
          </w:p>
          <w:p w14:paraId="5DC5FAAF" w14:textId="77777777" w:rsidR="008D4AE7" w:rsidRDefault="008D4AE7" w:rsidP="008D4AE7">
            <w:pPr>
              <w:pStyle w:val="Text"/>
            </w:pPr>
          </w:p>
          <w:p w14:paraId="0F2EF7B3" w14:textId="77777777" w:rsidR="008D4AE7" w:rsidRDefault="008D4AE7" w:rsidP="008D4AE7">
            <w:pPr>
              <w:pStyle w:val="Text"/>
            </w:pPr>
            <w:r>
              <w:t>Telefon: +49 (0) 2645 131 – 3178</w:t>
            </w:r>
          </w:p>
          <w:p w14:paraId="17E145A0" w14:textId="77777777" w:rsidR="008D4AE7" w:rsidRDefault="008D4AE7" w:rsidP="008D4AE7">
            <w:pPr>
              <w:pStyle w:val="Text"/>
            </w:pPr>
            <w:r>
              <w:t>Faks: +49 (0) 2645 131 – 499</w:t>
            </w:r>
          </w:p>
          <w:p w14:paraId="3838DC6C" w14:textId="77777777" w:rsidR="008D4AE7" w:rsidRDefault="00D24067" w:rsidP="008D4AE7">
            <w:pPr>
              <w:pStyle w:val="Text"/>
            </w:pPr>
            <w:r>
              <w:t>E-posta: presse@wirtgen.com</w:t>
            </w:r>
          </w:p>
          <w:p w14:paraId="786CF824" w14:textId="77777777"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07788647" w14:textId="77777777" w:rsidR="0034191A" w:rsidRPr="0034191A" w:rsidRDefault="0034191A" w:rsidP="0034191A">
            <w:pPr>
              <w:pStyle w:val="Text"/>
            </w:pPr>
          </w:p>
        </w:tc>
      </w:tr>
    </w:tbl>
    <w:p w14:paraId="39A99528" w14:textId="618F4D68" w:rsidR="00D166AC" w:rsidRDefault="00D166AC" w:rsidP="00D166AC">
      <w:pPr>
        <w:pStyle w:val="Text"/>
      </w:pPr>
    </w:p>
    <w:sectPr w:rsid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49BB5" w14:textId="77777777" w:rsidR="00056DC7" w:rsidRDefault="00056DC7" w:rsidP="00E55534">
      <w:r>
        <w:separator/>
      </w:r>
    </w:p>
  </w:endnote>
  <w:endnote w:type="continuationSeparator" w:id="0">
    <w:p w14:paraId="65A45619" w14:textId="77777777" w:rsidR="00056DC7" w:rsidRDefault="00056DC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25927BF1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5E9D2D81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4EE796D6" w14:textId="6AFBFFA5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911F4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7FA98B1D" w14:textId="77777777"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0F977985" wp14:editId="411D997D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5D7F7CB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34C5EE0C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6A21FBCE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284A1588" w14:textId="77777777"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7E0EC2E" wp14:editId="4AD1831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1082867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D0236" w14:textId="77777777" w:rsidR="00056DC7" w:rsidRDefault="00056DC7" w:rsidP="00E55534">
      <w:r>
        <w:separator/>
      </w:r>
    </w:p>
  </w:footnote>
  <w:footnote w:type="continuationSeparator" w:id="0">
    <w:p w14:paraId="5F556584" w14:textId="77777777" w:rsidR="00056DC7" w:rsidRDefault="00056DC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14:paraId="79F1550D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78F2C904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3A58BA60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15169DFC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0228BE8E" wp14:editId="7022F97E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5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08CA418D" wp14:editId="5241827B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16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63794BB" wp14:editId="0D51A0E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7EF75B8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14:paraId="1E5D7557" w14:textId="77777777"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79636C4" wp14:editId="48BFB55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684C6D0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7D9C0CDC" wp14:editId="66A660B6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17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17D90BA6" wp14:editId="7CA0977F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8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42106"/>
    <w:rsid w:val="0005285B"/>
    <w:rsid w:val="00056DC7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66027"/>
    <w:rsid w:val="002844EF"/>
    <w:rsid w:val="0029634D"/>
    <w:rsid w:val="002C7CD4"/>
    <w:rsid w:val="002E765F"/>
    <w:rsid w:val="002F108B"/>
    <w:rsid w:val="00315FA9"/>
    <w:rsid w:val="00325536"/>
    <w:rsid w:val="0034191A"/>
    <w:rsid w:val="00343CC7"/>
    <w:rsid w:val="00354B4D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46EE5"/>
    <w:rsid w:val="00463D7D"/>
    <w:rsid w:val="00476F4D"/>
    <w:rsid w:val="00497B61"/>
    <w:rsid w:val="00506409"/>
    <w:rsid w:val="00530E32"/>
    <w:rsid w:val="005711A3"/>
    <w:rsid w:val="00573B2B"/>
    <w:rsid w:val="005911F4"/>
    <w:rsid w:val="005A4F04"/>
    <w:rsid w:val="005B3697"/>
    <w:rsid w:val="005B5793"/>
    <w:rsid w:val="00601FCB"/>
    <w:rsid w:val="006330A2"/>
    <w:rsid w:val="00642EB6"/>
    <w:rsid w:val="0068586C"/>
    <w:rsid w:val="006B73C9"/>
    <w:rsid w:val="006F7602"/>
    <w:rsid w:val="00722A17"/>
    <w:rsid w:val="00732F5F"/>
    <w:rsid w:val="00757B83"/>
    <w:rsid w:val="007658CA"/>
    <w:rsid w:val="00782FD8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076B"/>
    <w:rsid w:val="00887F8C"/>
    <w:rsid w:val="008A3BA6"/>
    <w:rsid w:val="008C2DB2"/>
    <w:rsid w:val="008C60B3"/>
    <w:rsid w:val="008D4AE7"/>
    <w:rsid w:val="008D770E"/>
    <w:rsid w:val="0090337E"/>
    <w:rsid w:val="009043FE"/>
    <w:rsid w:val="009200D8"/>
    <w:rsid w:val="009A7E90"/>
    <w:rsid w:val="009C2378"/>
    <w:rsid w:val="009D016F"/>
    <w:rsid w:val="009E251D"/>
    <w:rsid w:val="00A171F4"/>
    <w:rsid w:val="00A24EFC"/>
    <w:rsid w:val="00A54F33"/>
    <w:rsid w:val="00A80677"/>
    <w:rsid w:val="00A977CE"/>
    <w:rsid w:val="00AB5B69"/>
    <w:rsid w:val="00AB63A6"/>
    <w:rsid w:val="00AD131F"/>
    <w:rsid w:val="00AD34F1"/>
    <w:rsid w:val="00AF3B3A"/>
    <w:rsid w:val="00AF6569"/>
    <w:rsid w:val="00B06265"/>
    <w:rsid w:val="00B22B4B"/>
    <w:rsid w:val="00B45D86"/>
    <w:rsid w:val="00B5695F"/>
    <w:rsid w:val="00B90F78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81398"/>
    <w:rsid w:val="00CF36C9"/>
    <w:rsid w:val="00D166AC"/>
    <w:rsid w:val="00D17695"/>
    <w:rsid w:val="00D24067"/>
    <w:rsid w:val="00DF23EF"/>
    <w:rsid w:val="00E14608"/>
    <w:rsid w:val="00E21E67"/>
    <w:rsid w:val="00E30EBF"/>
    <w:rsid w:val="00E52D70"/>
    <w:rsid w:val="00E55534"/>
    <w:rsid w:val="00E914D1"/>
    <w:rsid w:val="00EF4E2E"/>
    <w:rsid w:val="00F20920"/>
    <w:rsid w:val="00F56318"/>
    <w:rsid w:val="00F8153C"/>
    <w:rsid w:val="00F82525"/>
    <w:rsid w:val="00F97FEA"/>
    <w:rsid w:val="00FD543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6061F"/>
  <w15:docId w15:val="{1A837C76-06AB-4A41-B8B8-4CC13AA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ocs/de-de/wirtgen/w-210-fi-704-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C80AC-B21E-4815-844D-85B043E1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232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28</cp:revision>
  <dcterms:created xsi:type="dcterms:W3CDTF">2020-02-11T12:05:00Z</dcterms:created>
  <dcterms:modified xsi:type="dcterms:W3CDTF">2020-02-11T12:15:00Z</dcterms:modified>
</cp:coreProperties>
</file>